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8581D81" w:rsidR="009A54BB" w:rsidRDefault="003D6321" w:rsidP="009A54BB">
      <w:r>
        <w:t>Wastafel</w:t>
      </w:r>
      <w:r w:rsidR="009A54BB">
        <w:t xml:space="preserve"> vervaardigd uit sanitair porselein met kraangat en assymetrische overloop</w:t>
      </w:r>
    </w:p>
    <w:p w14:paraId="2910B3E7" w14:textId="7D4A19FB" w:rsidR="008E4B3D" w:rsidRDefault="008E4B3D" w:rsidP="008E4B3D">
      <w:r>
        <w:t>De overloop bevindt zich aan de achterzijde van de wastafel</w:t>
      </w:r>
    </w:p>
    <w:p w14:paraId="3B77C5D0" w14:textId="4AEC7336" w:rsidR="00AD03D8" w:rsidRDefault="00AD03D8" w:rsidP="00AD03D8">
      <w:r>
        <w:t>De overloop is assymetrisch rechts voorzien en is verwerkt in het porselein</w:t>
      </w:r>
    </w:p>
    <w:p w14:paraId="3C881C01" w14:textId="4BF41C78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</w:t>
      </w:r>
      <w:r w:rsidR="00B44004">
        <w:t>smaller</w:t>
      </w:r>
      <w:r w:rsidR="00756046">
        <w:t xml:space="preserve"> uit.  </w:t>
      </w:r>
    </w:p>
    <w:p w14:paraId="0FCF24F1" w14:textId="6EF50913" w:rsidR="00756046" w:rsidRDefault="00756046" w:rsidP="009A54BB">
      <w:r>
        <w:t>De hoogte van wastafel is van die aard dat de ophanging niet zichtbaar is langs de buitenzijde</w:t>
      </w:r>
    </w:p>
    <w:p w14:paraId="496A03CE" w14:textId="22AF6E9E" w:rsidR="00B44004" w:rsidRDefault="00B44004" w:rsidP="009A54BB">
      <w:r>
        <w:t>Het kraanplateau is licht verzonken waardoor er tegen de wand een opstaande rand is</w:t>
      </w:r>
    </w:p>
    <w:p w14:paraId="08A20D9A" w14:textId="288C4448" w:rsidR="00756046" w:rsidRDefault="009A54BB" w:rsidP="009A54BB">
      <w:r>
        <w:t xml:space="preserve">Het kraanvlak is volledig vlak met één centraal kraangat. 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7F913E4F" w:rsidR="00DD0E11" w:rsidRDefault="005F4D52" w:rsidP="00DD0E11">
      <w:r>
        <w:t>Diepte:</w:t>
      </w:r>
      <w:r>
        <w:tab/>
      </w:r>
      <w:r w:rsidR="00756046">
        <w:t>4</w:t>
      </w:r>
      <w:r w:rsidR="00F95EF4">
        <w:t>1</w:t>
      </w:r>
      <w:r>
        <w:t>cm</w:t>
      </w:r>
    </w:p>
    <w:p w14:paraId="58690DF4" w14:textId="0D9C5E1D" w:rsidR="005F4D52" w:rsidRDefault="005F4D52" w:rsidP="00DD0E11">
      <w:r>
        <w:t>Breedte:</w:t>
      </w:r>
      <w:r>
        <w:tab/>
      </w:r>
      <w:r w:rsidR="00F95EF4">
        <w:t>50</w:t>
      </w:r>
      <w:r>
        <w:t>cm</w:t>
      </w:r>
    </w:p>
    <w:p w14:paraId="51493D2E" w14:textId="7A552467" w:rsidR="005F4D52" w:rsidRDefault="005F4D52" w:rsidP="00DD0E11">
      <w:r>
        <w:t>Hoogte:</w:t>
      </w:r>
      <w:r>
        <w:tab/>
        <w:t>1</w:t>
      </w:r>
      <w:r w:rsidR="00F95EF4">
        <w:t>6.5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B96046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53297E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0FAB8F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4BAEA234" w:rsidR="008A5169" w:rsidRDefault="00F95EF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5917584" wp14:editId="262F0583">
            <wp:extent cx="5977255" cy="35306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C0CB2" w14:textId="77777777" w:rsidR="00025544" w:rsidRDefault="00025544">
      <w:r>
        <w:separator/>
      </w:r>
    </w:p>
  </w:endnote>
  <w:endnote w:type="continuationSeparator" w:id="0">
    <w:p w14:paraId="1EF1C311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E63EB" w14:textId="77777777" w:rsidR="00025544" w:rsidRDefault="00025544">
      <w:r>
        <w:separator/>
      </w:r>
    </w:p>
  </w:footnote>
  <w:footnote w:type="continuationSeparator" w:id="0">
    <w:p w14:paraId="6DED2D98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9A69" w14:textId="55BA770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44004">
      <w:rPr>
        <w:rFonts w:ascii="Arial" w:hAnsi="Arial" w:cs="Arial"/>
        <w:b/>
        <w:szCs w:val="24"/>
        <w:lang w:val="nl-BE"/>
      </w:rPr>
      <w:t>Bastia</w:t>
    </w:r>
    <w:r w:rsidRPr="001332A1">
      <w:rPr>
        <w:rFonts w:ascii="Arial" w:hAnsi="Arial" w:cs="Arial"/>
        <w:b/>
        <w:szCs w:val="24"/>
        <w:lang w:val="nl-BE"/>
      </w:rPr>
      <w:t xml:space="preserve"> </w:t>
    </w:r>
    <w:r w:rsidR="00F95EF4">
      <w:rPr>
        <w:rFonts w:ascii="Arial" w:hAnsi="Arial" w:cs="Arial"/>
        <w:b/>
        <w:szCs w:val="24"/>
        <w:lang w:val="nl-BE"/>
      </w:rPr>
      <w:t>hand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98D9A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BCA3686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4004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5EF4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C48BF00-DE24-4005-892E-1A8739505C44}"/>
</file>

<file path=customXml/itemProps2.xml><?xml version="1.0" encoding="utf-8"?>
<ds:datastoreItem xmlns:ds="http://schemas.openxmlformats.org/officeDocument/2006/customXml" ds:itemID="{CB8E2999-D3E5-4A92-BB56-4DE8847B9F12}"/>
</file>

<file path=customXml/itemProps3.xml><?xml version="1.0" encoding="utf-8"?>
<ds:datastoreItem xmlns:ds="http://schemas.openxmlformats.org/officeDocument/2006/customXml" ds:itemID="{509D5FF0-D391-4951-A01C-DFD8C5EC439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270</TotalTime>
  <Pages>2</Pages>
  <Words>190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2022-09-08T13:18:00Z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2022-09-08T13:18:09Z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